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C25E2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AF5737">
        <w:rPr>
          <w:rFonts w:ascii="Arial Narrow" w:hAnsi="Arial Narrow"/>
          <w:noProof/>
          <w:sz w:val="22"/>
          <w:lang w:val="de-DE"/>
        </w:rPr>
        <w:t>14.10.2015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F60291" w:rsidRDefault="00F60291" w:rsidP="00F6029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Runder Tisch – Späterer Besuch von Ines </w:t>
      </w:r>
      <w:proofErr w:type="spellStart"/>
      <w:r>
        <w:rPr>
          <w:rFonts w:ascii="Arial Narrow" w:hAnsi="Arial Narrow"/>
          <w:sz w:val="22"/>
          <w:lang w:val="de-DE"/>
        </w:rPr>
        <w:t>Hülsmann</w:t>
      </w:r>
      <w:proofErr w:type="spellEnd"/>
    </w:p>
    <w:p w:rsidR="001C25E2" w:rsidRPr="00D24AA6" w:rsidRDefault="001C25E2" w:rsidP="001C25E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>Vincent Schweden</w:t>
      </w:r>
    </w:p>
    <w:p w:rsidR="007C628C" w:rsidRDefault="007C628C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Finanzierungsvorschlag Referate</w:t>
      </w:r>
    </w:p>
    <w:p w:rsidR="001F0103" w:rsidRDefault="001F010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Tennis Referat</w:t>
      </w:r>
    </w:p>
    <w:p w:rsidR="001F0103" w:rsidRDefault="001F010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Putzutensilien</w:t>
      </w:r>
    </w:p>
    <w:p w:rsidR="004F5365" w:rsidRDefault="004F5365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Thekenbereich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</w:p>
    <w:p w:rsidR="00E53C24" w:rsidRDefault="00E53C24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Info: Teller aus der Mensa</w:t>
      </w:r>
    </w:p>
    <w:p w:rsidR="004419A4" w:rsidRDefault="004419A4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Kleine Boom-Box (Jahnhalle) … ggf. PC Boxen?</w:t>
      </w:r>
    </w:p>
    <w:p w:rsidR="00385286" w:rsidRDefault="00385286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Ausschüsse</w:t>
      </w:r>
    </w:p>
    <w:p w:rsidR="00941F10" w:rsidRDefault="00B667C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941F1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6029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E45C1"/>
    <w:rsid w:val="00103636"/>
    <w:rsid w:val="0011608E"/>
    <w:rsid w:val="00132174"/>
    <w:rsid w:val="001364FA"/>
    <w:rsid w:val="0014473D"/>
    <w:rsid w:val="00144E86"/>
    <w:rsid w:val="001C25E2"/>
    <w:rsid w:val="001C7E80"/>
    <w:rsid w:val="001D3317"/>
    <w:rsid w:val="001D47FD"/>
    <w:rsid w:val="001F0103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04150"/>
    <w:rsid w:val="00310FD9"/>
    <w:rsid w:val="00312F4D"/>
    <w:rsid w:val="003339C0"/>
    <w:rsid w:val="0034237A"/>
    <w:rsid w:val="0036697F"/>
    <w:rsid w:val="003733CC"/>
    <w:rsid w:val="003775B0"/>
    <w:rsid w:val="00385286"/>
    <w:rsid w:val="00396AA7"/>
    <w:rsid w:val="003B669B"/>
    <w:rsid w:val="004108F1"/>
    <w:rsid w:val="00425EF5"/>
    <w:rsid w:val="004359A0"/>
    <w:rsid w:val="004419A4"/>
    <w:rsid w:val="00441B0C"/>
    <w:rsid w:val="00487AF4"/>
    <w:rsid w:val="004D1F62"/>
    <w:rsid w:val="004F5365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628C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41F10"/>
    <w:rsid w:val="00965A65"/>
    <w:rsid w:val="009757B0"/>
    <w:rsid w:val="009906B7"/>
    <w:rsid w:val="00990ACB"/>
    <w:rsid w:val="009B7B2F"/>
    <w:rsid w:val="009D3E73"/>
    <w:rsid w:val="009E6CE4"/>
    <w:rsid w:val="00A05515"/>
    <w:rsid w:val="00A448D9"/>
    <w:rsid w:val="00A44D35"/>
    <w:rsid w:val="00A87E62"/>
    <w:rsid w:val="00A9135B"/>
    <w:rsid w:val="00A94BC2"/>
    <w:rsid w:val="00AE757F"/>
    <w:rsid w:val="00AF264D"/>
    <w:rsid w:val="00AF5737"/>
    <w:rsid w:val="00B25462"/>
    <w:rsid w:val="00B262CA"/>
    <w:rsid w:val="00B31937"/>
    <w:rsid w:val="00B51224"/>
    <w:rsid w:val="00B605F1"/>
    <w:rsid w:val="00B667CF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53C24"/>
    <w:rsid w:val="00E66A27"/>
    <w:rsid w:val="00E81768"/>
    <w:rsid w:val="00E90352"/>
    <w:rsid w:val="00E92CDA"/>
    <w:rsid w:val="00E97E93"/>
    <w:rsid w:val="00EA30A5"/>
    <w:rsid w:val="00EB31F2"/>
    <w:rsid w:val="00F15EEB"/>
    <w:rsid w:val="00F60291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31</cp:revision>
  <cp:lastPrinted>2013-05-13T11:09:00Z</cp:lastPrinted>
  <dcterms:created xsi:type="dcterms:W3CDTF">2013-07-11T11:14:00Z</dcterms:created>
  <dcterms:modified xsi:type="dcterms:W3CDTF">2015-10-14T10:33:00Z</dcterms:modified>
</cp:coreProperties>
</file>